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2B26B" w14:textId="099AECE1" w:rsidR="00EF0AF6" w:rsidRPr="00EF0AF6" w:rsidRDefault="00E8792C" w:rsidP="00EF0AF6">
      <w:pPr>
        <w:pStyle w:val="berschrift1"/>
        <w:rPr>
          <w:rFonts w:ascii="Calibri" w:hAnsi="Calibri" w:cs="Calibri"/>
        </w:rPr>
      </w:pPr>
      <w:r w:rsidRPr="00B329BD">
        <w:rPr>
          <w:rFonts w:ascii="Calibri" w:eastAsia="SimSun" w:hAnsi="Calibri" w:cs="Calibr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26B95C31" wp14:editId="324DD882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1425201007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111CD3" wp14:editId="06422B62">
                <wp:simplePos x="0" y="0"/>
                <wp:positionH relativeFrom="column">
                  <wp:posOffset>-84455</wp:posOffset>
                </wp:positionH>
                <wp:positionV relativeFrom="paragraph">
                  <wp:posOffset>-434975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D4C82" w14:textId="1B0E9184" w:rsidR="00E07507" w:rsidRPr="00BD7E67" w:rsidRDefault="00E07507" w:rsidP="00BD7E6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451E78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0</w:t>
                            </w:r>
                            <w:r w:rsidR="001D75A9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1CD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6.65pt;margin-top:-34.25pt;width:252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WTFg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" filled="f" stroked="f" strokeweight=".5pt">
                <v:textbox>
                  <w:txbxContent>
                    <w:p w14:paraId="628D4C82" w14:textId="1B0E9184" w:rsidR="00E07507" w:rsidRPr="00BD7E67" w:rsidRDefault="00E07507" w:rsidP="00BD7E6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451E78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0</w:t>
                      </w:r>
                      <w:r w:rsidR="001D75A9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43A05">
        <w:rPr>
          <w:rFonts w:ascii="Calibri" w:hAnsi="Calibri" w:cs="Calibri"/>
        </w:rPr>
        <w:t>Umgang mit der seriellen Schnittstelle</w:t>
      </w:r>
    </w:p>
    <w:p w14:paraId="5D57DC9E" w14:textId="65E40C1F" w:rsidR="00E8792C" w:rsidRPr="00EF0AF6" w:rsidRDefault="00E8792C" w:rsidP="00EF0AF6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27658ABF" w14:textId="2D306EE0" w:rsidR="00EF0AF6" w:rsidRDefault="007C4169" w:rsidP="00EF0AF6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7C4169">
        <w:rPr>
          <w:rFonts w:ascii="Calibri" w:eastAsia="SimSun" w:hAnsi="Calibri" w:cs="Calibri"/>
          <w:kern w:val="0"/>
          <w:lang w:eastAsia="de-DE"/>
          <w14:ligatures w14:val="none"/>
        </w:rPr>
        <w:t>Daten und Informationen lassen sich zur Kontrolle sehr gut über die serielle Schnittstelle auf einen „Monitor“ ausgeben. Das nachfolgende Beispiel veranschaulicht diese Möglichkeit.</w:t>
      </w:r>
    </w:p>
    <w:p w14:paraId="12205EAA" w14:textId="77777777" w:rsidR="007C4169" w:rsidRDefault="007C4169" w:rsidP="00EF0AF6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7DFDEDF5" w14:textId="421CB66E" w:rsidR="007C4169" w:rsidRDefault="007C4169" w:rsidP="00EF0AF6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>
        <w:rPr>
          <w:noProof/>
        </w:rPr>
        <w:drawing>
          <wp:inline distT="0" distB="0" distL="0" distR="0" wp14:anchorId="628F7FC9" wp14:editId="2E0DF3AB">
            <wp:extent cx="5736810" cy="3374390"/>
            <wp:effectExtent l="19050" t="19050" r="16510" b="16510"/>
            <wp:docPr id="11" name="Bild 11" descr="Ein Bild, das Text, Screenshot, Software, Computer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ild 11" descr="Ein Bild, das Text, Screenshot, Software, Computersymbol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3" t="16745" r="47174" b="37950"/>
                    <a:stretch/>
                  </pic:blipFill>
                  <pic:spPr bwMode="auto">
                    <a:xfrm>
                      <a:off x="0" y="0"/>
                      <a:ext cx="5737856" cy="33750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588AFC" w14:textId="77777777" w:rsidR="007C4169" w:rsidRDefault="007C4169" w:rsidP="00EF0AF6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68E66446" w14:textId="77777777" w:rsidR="007C4169" w:rsidRPr="007C4169" w:rsidRDefault="007C4169" w:rsidP="007C4169">
      <w:pPr>
        <w:spacing w:after="0" w:line="276" w:lineRule="auto"/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</w:pPr>
      <w:r w:rsidRPr="007C4169"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  <w:t>Geben Sie die Daten jeweils über die serielle Schnittstelle aus!</w:t>
      </w:r>
    </w:p>
    <w:p w14:paraId="69A1C87D" w14:textId="77777777" w:rsidR="007C4169" w:rsidRPr="007C4169" w:rsidRDefault="007C4169" w:rsidP="007C4169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60F254F1" w14:textId="77777777" w:rsidR="007C4169" w:rsidRPr="007C4169" w:rsidRDefault="007C4169" w:rsidP="007C4169">
      <w:pPr>
        <w:pStyle w:val="berschrift2"/>
        <w:rPr>
          <w:rFonts w:ascii="Calibri" w:eastAsia="SimSun" w:hAnsi="Calibri" w:cs="Calibri"/>
          <w:sz w:val="28"/>
          <w:szCs w:val="28"/>
          <w:lang w:eastAsia="de-DE"/>
        </w:rPr>
      </w:pPr>
      <w:r w:rsidRPr="007C4169">
        <w:rPr>
          <w:rFonts w:ascii="Calibri" w:eastAsia="SimSun" w:hAnsi="Calibri" w:cs="Calibri"/>
          <w:sz w:val="28"/>
          <w:szCs w:val="28"/>
          <w:lang w:eastAsia="de-DE"/>
        </w:rPr>
        <w:t>Aufgabe 1a</w:t>
      </w:r>
    </w:p>
    <w:p w14:paraId="7E9560C3" w14:textId="31D2040E" w:rsidR="007C4169" w:rsidRPr="007C4169" w:rsidRDefault="007C4169" w:rsidP="007C4169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7C4169">
        <w:rPr>
          <w:rFonts w:ascii="Calibri" w:eastAsia="SimSun" w:hAnsi="Calibri" w:cs="Calibri"/>
          <w:kern w:val="0"/>
          <w:lang w:eastAsia="de-DE"/>
          <w14:ligatures w14:val="none"/>
        </w:rPr>
        <w:t>Geben Sie Text über die serielle Schnittstelle auf dem Monitor aus.</w:t>
      </w:r>
    </w:p>
    <w:p w14:paraId="73F41032" w14:textId="77777777" w:rsidR="007C4169" w:rsidRDefault="007C4169" w:rsidP="007C4169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08CF6032" w14:textId="77777777" w:rsidR="007C4169" w:rsidRPr="007C4169" w:rsidRDefault="007C4169" w:rsidP="007C4169">
      <w:pPr>
        <w:pStyle w:val="berschrift3"/>
        <w:rPr>
          <w:rFonts w:ascii="Calibri" w:eastAsia="SimSun" w:hAnsi="Calibri" w:cs="Calibri"/>
          <w:lang w:eastAsia="de-DE"/>
        </w:rPr>
      </w:pPr>
      <w:r w:rsidRPr="007C4169">
        <w:rPr>
          <w:rFonts w:ascii="Calibri" w:eastAsia="SimSun" w:hAnsi="Calibri" w:cs="Calibri"/>
          <w:lang w:eastAsia="de-DE"/>
        </w:rPr>
        <w:t>Aufgabe 1b</w:t>
      </w:r>
    </w:p>
    <w:p w14:paraId="2A390D60" w14:textId="639290F1" w:rsidR="007C4169" w:rsidRDefault="007C4169" w:rsidP="007C4169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7C4169">
        <w:rPr>
          <w:rFonts w:ascii="Calibri" w:eastAsia="SimSun" w:hAnsi="Calibri" w:cs="Calibri"/>
          <w:kern w:val="0"/>
          <w:lang w:eastAsia="de-DE"/>
          <w14:ligatures w14:val="none"/>
        </w:rPr>
        <w:t>Geben Sie eine Zahl über die serielle Schnittstelle aus.</w:t>
      </w:r>
    </w:p>
    <w:p w14:paraId="728DD65F" w14:textId="77777777" w:rsidR="007C4169" w:rsidRDefault="007C4169" w:rsidP="00EF0AF6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sectPr w:rsidR="007C4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B1819"/>
    <w:multiLevelType w:val="hybridMultilevel"/>
    <w:tmpl w:val="98AC83A6"/>
    <w:lvl w:ilvl="0" w:tplc="EF32FF2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489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66"/>
    <w:rsid w:val="000027D1"/>
    <w:rsid w:val="000A0ED7"/>
    <w:rsid w:val="001D75A9"/>
    <w:rsid w:val="002179B0"/>
    <w:rsid w:val="002E2C4A"/>
    <w:rsid w:val="00324FC2"/>
    <w:rsid w:val="003C0869"/>
    <w:rsid w:val="003D1CEB"/>
    <w:rsid w:val="00451E78"/>
    <w:rsid w:val="004A44DF"/>
    <w:rsid w:val="004C7513"/>
    <w:rsid w:val="004D7D3F"/>
    <w:rsid w:val="005A4466"/>
    <w:rsid w:val="005C47C3"/>
    <w:rsid w:val="00637ACA"/>
    <w:rsid w:val="006D536F"/>
    <w:rsid w:val="006F1AD6"/>
    <w:rsid w:val="0078107E"/>
    <w:rsid w:val="00793154"/>
    <w:rsid w:val="007C4169"/>
    <w:rsid w:val="0086666F"/>
    <w:rsid w:val="009408E7"/>
    <w:rsid w:val="00B329BD"/>
    <w:rsid w:val="00BB2AFA"/>
    <w:rsid w:val="00BD7E67"/>
    <w:rsid w:val="00BF646A"/>
    <w:rsid w:val="00DF100F"/>
    <w:rsid w:val="00E060C9"/>
    <w:rsid w:val="00E07507"/>
    <w:rsid w:val="00E1792A"/>
    <w:rsid w:val="00E43A05"/>
    <w:rsid w:val="00E8792C"/>
    <w:rsid w:val="00EC725E"/>
    <w:rsid w:val="00EF0AF6"/>
    <w:rsid w:val="00F577AF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C6D"/>
  <w15:chartTrackingRefBased/>
  <w15:docId w15:val="{B83FC394-0864-4F64-8224-A33985DE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semiHidden/>
    <w:unhideWhenUsed/>
    <w:rsid w:val="00324FC2"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unhideWhenUsed/>
    <w:rsid w:val="00324FC2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semiHidden/>
    <w:rsid w:val="00324FC2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1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5</cp:revision>
  <dcterms:created xsi:type="dcterms:W3CDTF">2024-05-24T16:22:00Z</dcterms:created>
  <dcterms:modified xsi:type="dcterms:W3CDTF">2024-06-26T14:53:00Z</dcterms:modified>
</cp:coreProperties>
</file>